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A06AA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06AA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Α26</w:t>
            </w:r>
            <w:r w:rsidR="007516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A06AAC">
              <w:t xml:space="preserve"> </w:t>
            </w:r>
            <w:r w:rsidR="00A06AAC" w:rsidRPr="00A06AA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Ο2.Ε18 </w:t>
            </w:r>
            <w:bookmarkStart w:id="0" w:name="_GoBack"/>
            <w:bookmarkEnd w:id="0"/>
            <w:r w:rsidR="00A06AAC" w:rsidRPr="00A06AA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05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A06AAC" w:rsidRPr="00DF25B3" w:rsidTr="00A06AAC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FE320D" w:rsidRDefault="00A06AAC" w:rsidP="00A06AA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Επεξεργαστής 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 ή ισοδύναμο ή καλύτερο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  <w:tr w:rsidR="00A06AAC" w:rsidRPr="00DF25B3" w:rsidTr="00A06AAC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DF25B3" w:rsidRDefault="00A06AAC" w:rsidP="00A06AA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 &gt;= 16 GB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  <w:tr w:rsidR="00A06AAC" w:rsidRPr="00DF25B3" w:rsidTr="00A06AAC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DF25B3" w:rsidRDefault="00A06AAC" w:rsidP="00A06AA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Δίσκος  &gt;= 256 GB SSD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  <w:tr w:rsidR="00A06AAC" w:rsidRPr="00DF25B3" w:rsidTr="00A06AAC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DF25B3" w:rsidRDefault="00A06AAC" w:rsidP="00A06AA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Οθόνη &gt;= 12” Και &lt;=13 ΑΦΗΣ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  <w:tr w:rsidR="00A06AAC" w:rsidRPr="00DF25B3" w:rsidTr="00A06AAC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A06AAC" w:rsidRDefault="00A06AAC" w:rsidP="00A06AAC">
            <w:pPr>
              <w:spacing w:after="0"/>
              <w:rPr>
                <w:rFonts w:ascii="Arial" w:hAnsi="Arial" w:cs="Arial"/>
                <w:color w:val="000000"/>
                <w:lang w:val="en-GB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A06AAC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έχει</w:t>
            </w:r>
            <w:r w:rsidRPr="00A06AAC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πιστοποιήσεις</w:t>
            </w:r>
            <w:r w:rsidRPr="00A06AAC">
              <w:rPr>
                <w:rFonts w:ascii="Arial" w:hAnsi="Arial" w:cs="Arial"/>
                <w:color w:val="000000"/>
                <w:lang w:val="en-GB" w:eastAsia="el-GR"/>
              </w:rPr>
              <w:t xml:space="preserve"> CE, ENERGY STAR, EPEAT Gold, TCO 9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A06AAC">
              <w:rPr>
                <w:rFonts w:ascii="Arial" w:hAnsi="Arial" w:cs="Arial"/>
                <w:color w:val="000000"/>
                <w:lang w:val="en-GB" w:eastAsia="el-GR"/>
              </w:rPr>
              <w:t xml:space="preserve"> RoHS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  <w:tr w:rsidR="00A06AAC" w:rsidRPr="00DF25B3" w:rsidTr="00A06AAC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6AAC" w:rsidRPr="00A8070F" w:rsidRDefault="00A06AAC" w:rsidP="00A06AAC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06AAC" w:rsidRPr="00DF25B3" w:rsidRDefault="00A06AAC" w:rsidP="00A06AAC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 &gt;= 3Υ</w:t>
            </w:r>
          </w:p>
        </w:tc>
        <w:tc>
          <w:tcPr>
            <w:tcW w:w="1116" w:type="dxa"/>
            <w:vAlign w:val="center"/>
          </w:tcPr>
          <w:p w:rsidR="00A06AAC" w:rsidRPr="00432CD9" w:rsidRDefault="00A06AAC" w:rsidP="00A06AA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06AAC" w:rsidRPr="00432CD9" w:rsidRDefault="00A06AAC" w:rsidP="00A06AAC">
            <w:r w:rsidRPr="00432CD9">
              <w:t xml:space="preserve"> </w:t>
            </w:r>
          </w:p>
        </w:tc>
      </w:tr>
    </w:tbl>
    <w:p w:rsidR="00EB2777" w:rsidRDefault="00EB2777" w:rsidP="00B7698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73D65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9735EA"/>
    <w:rsid w:val="009809F1"/>
    <w:rsid w:val="00997F72"/>
    <w:rsid w:val="00A0291C"/>
    <w:rsid w:val="00A06AAC"/>
    <w:rsid w:val="00A177B6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8287A"/>
    <w:rsid w:val="00C86AD9"/>
    <w:rsid w:val="00E50C36"/>
    <w:rsid w:val="00E56EDD"/>
    <w:rsid w:val="00E57686"/>
    <w:rsid w:val="00E60D07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334A0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E984285C</Template>
  <TotalTime>1</TotalTime>
  <Pages>1</Pages>
  <Words>55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2025-09-10T07:24:00Z</dcterms:created>
  <dcterms:modified xsi:type="dcterms:W3CDTF">2025-09-10T11:40:00Z</dcterms:modified>
</cp:coreProperties>
</file>